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5B4814C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2040C7"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1E7FD1" w:rsidRPr="001E7FD1">
        <w:rPr>
          <w:rFonts w:ascii="Verdana" w:eastAsia="Verdana" w:hAnsi="Verdana" w:cs="Times New Roman"/>
          <w:b/>
        </w:rPr>
        <w:t>OŚWIADCZENIE O ZACHOWANIU POUFNOŚCI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D853BF2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4B597AFF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42D0586F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4DDD8552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5FA9BB59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24C58668" w:rsidR="00A62B4C" w:rsidRDefault="001E7FD1" w:rsidP="001E7FD1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 w:rsidR="00D20256">
        <w:rPr>
          <w:rFonts w:cstheme="minorHAnsi"/>
          <w:b/>
          <w:szCs w:val="18"/>
        </w:rPr>
        <w:t xml:space="preserve">  </w:t>
      </w:r>
    </w:p>
    <w:p w14:paraId="343A7286" w14:textId="77777777" w:rsidR="001E7FD1" w:rsidRDefault="001E7FD1" w:rsidP="001E7FD1">
      <w:pPr>
        <w:rPr>
          <w:rFonts w:eastAsia="Calibri" w:cstheme="minorHAnsi"/>
          <w:sz w:val="20"/>
          <w:lang w:eastAsia="pl-PL"/>
        </w:rPr>
      </w:pPr>
    </w:p>
    <w:p w14:paraId="074A4BFE" w14:textId="458CF68E" w:rsidR="001E7FD1" w:rsidRPr="00E14432" w:rsidRDefault="001E7FD1" w:rsidP="001E7FD1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 w:rsidR="00355A30" w:rsidRPr="00355A30">
        <w:rPr>
          <w:rFonts w:cstheme="minorHAnsi"/>
          <w:b/>
          <w:sz w:val="20"/>
        </w:rPr>
        <w:t xml:space="preserve">POST/DYS/OW/GZ/02985/2025 </w:t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 w:rsidR="00355A30" w:rsidRPr="00355A30">
        <w:rPr>
          <w:rFonts w:eastAsia="Calibri" w:cstheme="minorHAnsi"/>
          <w:b/>
          <w:i/>
          <w:sz w:val="20"/>
          <w:lang w:eastAsia="pl-PL"/>
        </w:rPr>
        <w:t>Wykonanie robót budowlanych w zakresie przyłączenia do sieci elektroenergetycznej kontrahentów w podziale na 4 części: Część 1 –w m. Gołków gm. Piaseczno, Część 2 – w m. Łomna-Las gm. Czosnów, Część 3 - w m. Tarczyn gm. Tarczyn, Część 4 - stacja 110/15kV Tłuszc</w:t>
      </w:r>
      <w:r w:rsidR="00355A30">
        <w:rPr>
          <w:rFonts w:eastAsia="Calibri" w:cstheme="minorHAnsi"/>
          <w:b/>
          <w:i/>
          <w:sz w:val="20"/>
          <w:lang w:eastAsia="pl-PL"/>
        </w:rPr>
        <w:t>z</w:t>
      </w:r>
      <w:bookmarkStart w:id="6" w:name="_GoBack"/>
      <w:bookmarkEnd w:id="6"/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54CE5036" w14:textId="77777777" w:rsidR="001E7FD1" w:rsidRPr="00B67D39" w:rsidRDefault="001E7FD1" w:rsidP="001E7FD1">
      <w:pPr>
        <w:jc w:val="center"/>
        <w:rPr>
          <w:rFonts w:eastAsia="Verdana" w:cs="Times New Roman"/>
          <w:szCs w:val="18"/>
        </w:rPr>
      </w:pPr>
    </w:p>
    <w:p w14:paraId="4D9FF5AE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0CA0E1EA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3078F59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24130BCC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9B84902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7DD59888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06498C33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4E943E7E" w14:textId="77777777" w:rsidR="001E7FD1" w:rsidRPr="007B5C8C" w:rsidRDefault="001E7FD1" w:rsidP="001E7FD1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9C2468">
        <w:rPr>
          <w:rFonts w:eastAsia="Calibri" w:cstheme="minorHAnsi"/>
          <w:sz w:val="20"/>
        </w:rPr>
        <w:t>t.j</w:t>
      </w:r>
      <w:proofErr w:type="spellEnd"/>
      <w:r w:rsidRPr="009C2468">
        <w:rPr>
          <w:rFonts w:eastAsia="Calibri" w:cstheme="minorHAnsi"/>
          <w:sz w:val="20"/>
        </w:rPr>
        <w:t>. Dz. U. 2020, poz. 1913 ze zm</w:t>
      </w:r>
      <w:r w:rsidRPr="007B5C8C">
        <w:rPr>
          <w:rFonts w:eastAsia="Calibri" w:cstheme="minorHAnsi"/>
          <w:sz w:val="20"/>
        </w:rPr>
        <w:t>.).</w:t>
      </w:r>
    </w:p>
    <w:p w14:paraId="26CF24A2" w14:textId="4B1A5E49" w:rsidR="006F7CF2" w:rsidRPr="006F7CF2" w:rsidRDefault="006F7CF2" w:rsidP="00816438">
      <w:pPr>
        <w:jc w:val="both"/>
        <w:rPr>
          <w:rFonts w:cstheme="minorHAnsi"/>
          <w:szCs w:val="18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Pr="001E7FD1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1E7FD1">
        <w:rPr>
          <w:rFonts w:cstheme="minorHAnsi"/>
          <w:i/>
          <w:sz w:val="16"/>
          <w:szCs w:val="16"/>
        </w:rPr>
        <w:t>ych</w:t>
      </w:r>
      <w:proofErr w:type="spellEnd"/>
      <w:r w:rsidRPr="001E7FD1">
        <w:rPr>
          <w:rFonts w:cstheme="minorHAnsi"/>
          <w:i/>
          <w:sz w:val="16"/>
          <w:szCs w:val="16"/>
        </w:rPr>
        <w:t>) do złożenia podpisu 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p w14:paraId="52B295E2" w14:textId="127DC076" w:rsidR="00535E9B" w:rsidRPr="00A62B4C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5DFB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A3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BA1E61" w14:textId="77777777" w:rsidR="00355A30" w:rsidRPr="00355A30" w:rsidRDefault="00355A30" w:rsidP="00355A3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5A30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32C18C0" w14:textId="77777777" w:rsidR="00355A30" w:rsidRPr="00355A30" w:rsidRDefault="00355A30" w:rsidP="00355A3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5A30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zakresie przyłączenia do sieci elektroenergetycznej</w:t>
          </w:r>
        </w:p>
        <w:p w14:paraId="0DBE495B" w14:textId="77777777" w:rsidR="00355A30" w:rsidRPr="00355A30" w:rsidRDefault="00355A30" w:rsidP="00355A3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5A30">
            <w:rPr>
              <w:rFonts w:asciiTheme="majorHAnsi" w:hAnsiTheme="majorHAnsi"/>
              <w:color w:val="000000" w:themeColor="text1"/>
              <w:sz w:val="14"/>
              <w:szCs w:val="18"/>
            </w:rPr>
            <w:t>kontrahentów w podziale na 4 części: Część 1 – w m. Gołków gm. Piaseczno, Część 2 – w</w:t>
          </w:r>
        </w:p>
        <w:p w14:paraId="5810E619" w14:textId="77777777" w:rsidR="00355A30" w:rsidRPr="00355A30" w:rsidRDefault="00355A30" w:rsidP="00355A3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5A30">
            <w:rPr>
              <w:rFonts w:asciiTheme="majorHAnsi" w:hAnsiTheme="majorHAnsi"/>
              <w:color w:val="000000" w:themeColor="text1"/>
              <w:sz w:val="14"/>
              <w:szCs w:val="18"/>
            </w:rPr>
            <w:t>m. Łomna-Las gm. Czosnów, Część 3 - w m. Tarczyn gm. Tarczyn, Część 4 - stacja</w:t>
          </w:r>
        </w:p>
        <w:p w14:paraId="1B583636" w14:textId="77777777" w:rsidR="00355A30" w:rsidRPr="00355A30" w:rsidRDefault="00355A30" w:rsidP="00355A3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5A30">
            <w:rPr>
              <w:rFonts w:asciiTheme="majorHAnsi" w:hAnsiTheme="majorHAnsi"/>
              <w:color w:val="000000" w:themeColor="text1"/>
              <w:sz w:val="14"/>
              <w:szCs w:val="18"/>
            </w:rPr>
            <w:t>110/15kV Tłuszcz</w:t>
          </w:r>
        </w:p>
        <w:p w14:paraId="5205B493" w14:textId="22246307" w:rsidR="00347E8D" w:rsidRPr="006B2C28" w:rsidRDefault="00355A30" w:rsidP="00355A3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5A30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POST/DYS/OW/GZ/02985/2025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CDD8AA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E7FD1"/>
    <w:rsid w:val="001F3242"/>
    <w:rsid w:val="001F3600"/>
    <w:rsid w:val="001F3F20"/>
    <w:rsid w:val="001F737A"/>
    <w:rsid w:val="002040C7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5A30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F1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0256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6C7C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11 - Oświadczenie o zachowaniu poufności.docx</dmsv2BaseFileName>
    <dmsv2BaseDisplayName xmlns="http://schemas.microsoft.com/sharepoint/v3">Załącznik nr 11 - Oświadczenie o zachowaniu poufności</dmsv2BaseDisplayName>
    <dmsv2SWPP2ObjectNumber xmlns="http://schemas.microsoft.com/sharepoint/v3">POST/DYS/OW/GZ/02985/2025                         </dmsv2SWPP2ObjectNumber>
    <dmsv2SWPP2SumMD5 xmlns="http://schemas.microsoft.com/sharepoint/v3">fe08c0cad5d9c3f1772f7669792c3291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23129910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VMUH7Q3WANFY-367621228-6960</_dlc_DocId>
    <_dlc_DocIdUrl xmlns="a19cb1c7-c5c7-46d4-85ae-d83685407bba">
      <Url>https://swpp2.dms.gkpge.pl/sites/39/_layouts/15/DocIdRedir.aspx?ID=VMUH7Q3WANFY-367621228-6960</Url>
      <Description>VMUH7Q3WANFY-367621228-6960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E2BA62-676F-4D09-98DC-737777F3F83F}"/>
</file>

<file path=customXml/itemProps4.xml><?xml version="1.0" encoding="utf-8"?>
<ds:datastoreItem xmlns:ds="http://schemas.openxmlformats.org/officeDocument/2006/customXml" ds:itemID="{31FDF775-ED84-45BA-A34E-1682B847397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A9CA3A2-7F5E-4386-AFAB-6A533E8557B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</TotalTime>
  <Pages>1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6</cp:revision>
  <cp:lastPrinted>2024-07-15T11:21:00Z</cp:lastPrinted>
  <dcterms:created xsi:type="dcterms:W3CDTF">2025-05-30T13:35:00Z</dcterms:created>
  <dcterms:modified xsi:type="dcterms:W3CDTF">2025-08-08T13:30:00Z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f223c2ac-aac0-4c2f-947e-61fedee07f55</vt:lpwstr>
  </property>
</Properties>
</file>